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B93490" w14:textId="323EBD82" w:rsidR="004C5AF4" w:rsidRDefault="007A5559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Toc517632206"/>
      <w:bookmarkStart w:id="1" w:name="_Toc517978983"/>
      <w:bookmarkStart w:id="2" w:name="_Toc518251180"/>
      <w:bookmarkStart w:id="3" w:name="_Toc533063756"/>
      <w:r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3D76F0">
        <w:rPr>
          <w:rFonts w:asciiTheme="majorHAnsi" w:eastAsia="Times New Roman" w:hAnsiTheme="majorHAnsi" w:cs="Times New Roman"/>
          <w:lang w:eastAsia="cs-CZ"/>
        </w:rPr>
        <w:t>3</w:t>
      </w:r>
      <w:r w:rsidR="00F4455C">
        <w:rPr>
          <w:rFonts w:asciiTheme="majorHAnsi" w:eastAsia="Times New Roman" w:hAnsiTheme="majorHAnsi" w:cs="Times New Roman"/>
          <w:lang w:eastAsia="cs-CZ"/>
        </w:rPr>
        <w:t xml:space="preserve"> </w:t>
      </w:r>
      <w:r w:rsidR="00A677E1">
        <w:rPr>
          <w:rFonts w:asciiTheme="majorHAnsi" w:eastAsia="Times New Roman" w:hAnsiTheme="majorHAnsi" w:cs="Times New Roman"/>
          <w:lang w:eastAsia="cs-CZ"/>
        </w:rPr>
        <w:t>S</w:t>
      </w:r>
      <w:bookmarkStart w:id="4" w:name="_GoBack"/>
      <w:bookmarkEnd w:id="4"/>
      <w:r w:rsidR="003D76F0">
        <w:rPr>
          <w:rFonts w:asciiTheme="majorHAnsi" w:eastAsia="Times New Roman" w:hAnsiTheme="majorHAnsi" w:cs="Times New Roman"/>
          <w:lang w:eastAsia="cs-CZ"/>
        </w:rPr>
        <w:t>mlouvy</w:t>
      </w:r>
    </w:p>
    <w:p w14:paraId="5F2272D2" w14:textId="77777777" w:rsidR="007A5559" w:rsidRDefault="007A5559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</w:p>
    <w:p w14:paraId="479BBB74" w14:textId="3E1ACBF8" w:rsidR="007A5559" w:rsidRDefault="00054CD7" w:rsidP="007A5559">
      <w:pP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Seznam poddodavatelů</w:t>
      </w:r>
    </w:p>
    <w:p w14:paraId="0452EB5C" w14:textId="77777777" w:rsidR="00054CD7" w:rsidRDefault="00054CD7" w:rsidP="007A5559">
      <w:pP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</w:p>
    <w:p w14:paraId="7EA3D1EB" w14:textId="1727BA55" w:rsidR="00054CD7" w:rsidRDefault="003D76F0" w:rsidP="00054CD7">
      <w:pPr>
        <w:spacing w:before="120" w:line="240" w:lineRule="auto"/>
        <w:jc w:val="both"/>
        <w:rPr>
          <w:rFonts w:eastAsia="Times New Roman" w:cs="Times New Roman"/>
          <w:highlight w:val="green"/>
          <w:lang w:eastAsia="cs-CZ"/>
        </w:rPr>
      </w:pPr>
      <w:r>
        <w:rPr>
          <w:rFonts w:eastAsia="Times New Roman" w:cs="Times New Roman"/>
          <w:highlight w:val="green"/>
          <w:lang w:eastAsia="cs-CZ"/>
        </w:rPr>
        <w:t>Poskytovatel</w:t>
      </w:r>
      <w:r w:rsidR="00054CD7">
        <w:rPr>
          <w:rFonts w:eastAsia="Times New Roman" w:cs="Times New Roman"/>
          <w:highlight w:val="green"/>
          <w:lang w:eastAsia="cs-CZ"/>
        </w:rPr>
        <w:t xml:space="preserve"> poskytuje </w:t>
      </w:r>
      <w:r w:rsidR="00962D9F">
        <w:rPr>
          <w:rFonts w:eastAsia="Times New Roman" w:cs="Times New Roman"/>
          <w:highlight w:val="green"/>
          <w:lang w:eastAsia="cs-CZ"/>
        </w:rPr>
        <w:t>Objednateli</w:t>
      </w:r>
      <w:r w:rsidR="00054CD7">
        <w:rPr>
          <w:rFonts w:eastAsia="Times New Roman" w:cs="Times New Roman"/>
          <w:highlight w:val="green"/>
          <w:lang w:eastAsia="cs-CZ"/>
        </w:rPr>
        <w:t xml:space="preserve"> předmět </w:t>
      </w:r>
      <w:r>
        <w:rPr>
          <w:rFonts w:eastAsia="Times New Roman" w:cs="Times New Roman"/>
          <w:highlight w:val="green"/>
          <w:lang w:eastAsia="cs-CZ"/>
        </w:rPr>
        <w:t>plnění</w:t>
      </w:r>
      <w:r w:rsidR="00054CD7">
        <w:rPr>
          <w:rFonts w:eastAsia="Times New Roman" w:cs="Times New Roman"/>
          <w:highlight w:val="green"/>
          <w:lang w:eastAsia="cs-CZ"/>
        </w:rPr>
        <w:t xml:space="preserve"> sám. </w:t>
      </w:r>
    </w:p>
    <w:p w14:paraId="6DB921E0" w14:textId="77777777" w:rsidR="00054CD7" w:rsidRDefault="00054CD7" w:rsidP="00054CD7">
      <w:pPr>
        <w:spacing w:before="120" w:line="240" w:lineRule="auto"/>
        <w:jc w:val="both"/>
        <w:rPr>
          <w:rFonts w:eastAsia="Times New Roman" w:cs="Times New Roman"/>
          <w:highlight w:val="green"/>
          <w:lang w:eastAsia="cs-CZ"/>
        </w:rPr>
      </w:pPr>
      <w:r>
        <w:rPr>
          <w:rFonts w:eastAsia="Times New Roman" w:cs="Times New Roman"/>
          <w:highlight w:val="green"/>
          <w:lang w:eastAsia="cs-CZ"/>
        </w:rPr>
        <w:t xml:space="preserve">/ </w:t>
      </w:r>
    </w:p>
    <w:p w14:paraId="725571CD" w14:textId="3AFD5B16" w:rsidR="00054CD7" w:rsidRDefault="003D76F0" w:rsidP="00054CD7">
      <w:pPr>
        <w:spacing w:before="12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highlight w:val="green"/>
          <w:lang w:eastAsia="cs-CZ"/>
        </w:rPr>
        <w:t>Poskytovatel</w:t>
      </w:r>
      <w:r w:rsidR="00054CD7">
        <w:rPr>
          <w:rFonts w:eastAsia="Times New Roman" w:cs="Times New Roman"/>
          <w:highlight w:val="green"/>
          <w:lang w:eastAsia="cs-CZ"/>
        </w:rPr>
        <w:t xml:space="preserve"> poskytuje předmět </w:t>
      </w:r>
      <w:r>
        <w:rPr>
          <w:rFonts w:eastAsia="Times New Roman" w:cs="Times New Roman"/>
          <w:highlight w:val="green"/>
          <w:lang w:eastAsia="cs-CZ"/>
        </w:rPr>
        <w:t>plnění</w:t>
      </w:r>
      <w:r w:rsidR="00054CD7">
        <w:rPr>
          <w:rFonts w:eastAsia="Times New Roman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5073"/>
      </w:tblGrid>
      <w:tr w:rsidR="00054CD7" w14:paraId="2014CD03" w14:textId="77777777" w:rsidTr="00054C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2FBC72C" w14:textId="77777777" w:rsidR="00054CD7" w:rsidRDefault="00054CD7" w:rsidP="00054CD7">
            <w:pPr>
              <w:numPr>
                <w:ilvl w:val="0"/>
                <w:numId w:val="30"/>
              </w:numPr>
              <w:spacing w:before="120" w:after="120"/>
              <w:ind w:left="0" w:firstLine="0"/>
              <w:jc w:val="both"/>
              <w:rPr>
                <w:rFonts w:asciiTheme="minorHAnsi" w:hAnsiTheme="minorHAnsi" w:cs="Tahoma"/>
                <w:sz w:val="18"/>
                <w:szCs w:val="18"/>
                <w:lang w:eastAsia="cs-CZ"/>
              </w:rPr>
            </w:pPr>
            <w:r>
              <w:rPr>
                <w:rFonts w:asciiTheme="minorHAnsi" w:hAnsiTheme="minorHAnsi" w:cs="Tahoma"/>
                <w:color w:val="auto"/>
                <w:sz w:val="18"/>
                <w:szCs w:val="18"/>
                <w:highlight w:val="green"/>
                <w:lang w:eastAsia="cs-CZ"/>
              </w:rPr>
              <w:t>[</w:t>
            </w:r>
            <w:r>
              <w:rPr>
                <w:rFonts w:asciiTheme="minorHAnsi" w:hAnsiTheme="minorHAnsi" w:cs="Tahoma"/>
                <w:i/>
                <w:color w:val="auto"/>
                <w:sz w:val="18"/>
                <w:szCs w:val="18"/>
                <w:highlight w:val="green"/>
                <w:lang w:eastAsia="cs-CZ"/>
              </w:rPr>
              <w:t>OBCHODNÍ FIRMA PODDODAVATELE – NÁZEV, IČO, SÍDLO – DOPLNÍ DODAVATEL</w:t>
            </w:r>
            <w:r>
              <w:rPr>
                <w:rFonts w:asciiTheme="minorHAnsi" w:hAnsiTheme="minorHAnsi" w:cs="Tahoma"/>
                <w:color w:val="auto"/>
                <w:sz w:val="18"/>
                <w:szCs w:val="18"/>
                <w:highlight w:val="green"/>
                <w:lang w:eastAsia="cs-CZ"/>
              </w:rPr>
              <w:t>]</w:t>
            </w:r>
          </w:p>
        </w:tc>
      </w:tr>
      <w:tr w:rsidR="00054CD7" w14:paraId="78666F84" w14:textId="77777777" w:rsidTr="00054C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09A063" w14:textId="608D1F5B" w:rsidR="00054CD7" w:rsidRDefault="00054CD7" w:rsidP="00962D9F">
            <w:pPr>
              <w:numPr>
                <w:ilvl w:val="0"/>
                <w:numId w:val="30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8"/>
                <w:szCs w:val="18"/>
                <w:lang w:eastAsia="cs-CZ"/>
              </w:rPr>
            </w:pPr>
            <w:r>
              <w:rPr>
                <w:rFonts w:asciiTheme="minorHAnsi" w:hAnsiTheme="minorHAnsi" w:cs="Tahoma"/>
                <w:sz w:val="18"/>
                <w:szCs w:val="18"/>
                <w:lang w:eastAsia="cs-CZ"/>
              </w:rPr>
              <w:t xml:space="preserve">Část předmětu </w:t>
            </w:r>
            <w:r w:rsidR="00962D9F">
              <w:rPr>
                <w:rFonts w:asciiTheme="minorHAnsi" w:hAnsiTheme="minorHAnsi" w:cs="Tahoma"/>
                <w:sz w:val="18"/>
                <w:szCs w:val="18"/>
                <w:lang w:eastAsia="cs-CZ"/>
              </w:rPr>
              <w:t xml:space="preserve">díla </w:t>
            </w:r>
            <w:r>
              <w:rPr>
                <w:rFonts w:asciiTheme="minorHAnsi" w:hAnsiTheme="minorHAnsi" w:cs="Tahoma"/>
                <w:sz w:val="18"/>
                <w:szCs w:val="18"/>
                <w:lang w:eastAsia="cs-CZ"/>
              </w:rPr>
              <w:t xml:space="preserve">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5AEDEC" w14:textId="2D10C70D" w:rsidR="00054CD7" w:rsidRDefault="00054CD7" w:rsidP="003D76F0">
            <w:pPr>
              <w:numPr>
                <w:ilvl w:val="0"/>
                <w:numId w:val="30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ahoma"/>
                <w:sz w:val="18"/>
                <w:szCs w:val="18"/>
                <w:lang w:eastAsia="cs-CZ"/>
              </w:rPr>
            </w:pPr>
            <w:r>
              <w:rPr>
                <w:rFonts w:asciiTheme="minorHAnsi" w:hAnsiTheme="minorHAnsi" w:cs="Tahoma"/>
                <w:sz w:val="18"/>
                <w:szCs w:val="18"/>
                <w:highlight w:val="green"/>
                <w:lang w:val="en-US" w:eastAsia="cs-CZ"/>
              </w:rPr>
              <w:t>[</w:t>
            </w:r>
            <w:r>
              <w:rPr>
                <w:rFonts w:asciiTheme="minorHAnsi" w:hAnsiTheme="minorHAnsi" w:cs="Tahoma"/>
                <w:i/>
                <w:sz w:val="18"/>
                <w:szCs w:val="18"/>
                <w:highlight w:val="green"/>
                <w:lang w:eastAsia="cs-CZ"/>
              </w:rPr>
              <w:t xml:space="preserve">DOPLNÍ </w:t>
            </w:r>
            <w:r w:rsidR="003D76F0">
              <w:rPr>
                <w:rFonts w:asciiTheme="minorHAnsi" w:hAnsiTheme="minorHAnsi" w:cs="Tahoma"/>
                <w:i/>
                <w:sz w:val="18"/>
                <w:szCs w:val="18"/>
                <w:highlight w:val="green"/>
                <w:lang w:val="en-US" w:eastAsia="cs-CZ"/>
              </w:rPr>
              <w:t>POSKYTOVATEL</w:t>
            </w:r>
            <w:r>
              <w:rPr>
                <w:rFonts w:asciiTheme="minorHAnsi" w:hAnsiTheme="minorHAnsi" w:cs="Tahoma"/>
                <w:sz w:val="18"/>
                <w:szCs w:val="18"/>
                <w:highlight w:val="green"/>
                <w:lang w:val="en-US" w:eastAsia="cs-CZ"/>
              </w:rPr>
              <w:t>]</w:t>
            </w:r>
            <w:r>
              <w:rPr>
                <w:rFonts w:asciiTheme="minorHAnsi" w:hAnsiTheme="minorHAnsi" w:cs="Tahoma"/>
                <w:sz w:val="18"/>
                <w:szCs w:val="18"/>
                <w:lang w:val="en-US" w:eastAsia="cs-CZ"/>
              </w:rPr>
              <w:t xml:space="preserve"> </w:t>
            </w:r>
            <w:r>
              <w:rPr>
                <w:rFonts w:asciiTheme="minorHAnsi" w:hAnsiTheme="minorHAnsi" w:cs="Tahoma"/>
                <w:sz w:val="18"/>
                <w:szCs w:val="18"/>
                <w:lang w:eastAsia="cs-CZ"/>
              </w:rPr>
              <w:t>%</w:t>
            </w:r>
          </w:p>
        </w:tc>
      </w:tr>
      <w:tr w:rsidR="00054CD7" w14:paraId="3E68EA16" w14:textId="77777777" w:rsidTr="00054CD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113AB" w14:textId="77777777" w:rsidR="00054CD7" w:rsidRDefault="00054CD7" w:rsidP="00054CD7">
            <w:pPr>
              <w:numPr>
                <w:ilvl w:val="0"/>
                <w:numId w:val="30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8"/>
                <w:szCs w:val="18"/>
                <w:lang w:eastAsia="cs-CZ"/>
              </w:rPr>
            </w:pPr>
            <w:r>
              <w:rPr>
                <w:rFonts w:asciiTheme="minorHAnsi" w:hAnsiTheme="minorHAnsi" w:cs="Tahoma"/>
                <w:sz w:val="18"/>
                <w:szCs w:val="18"/>
                <w:lang w:eastAsia="cs-CZ"/>
              </w:rPr>
              <w:t xml:space="preserve">Stručný popis činností, které jsou prováděny Poddodavatelem. </w:t>
            </w:r>
          </w:p>
        </w:tc>
        <w:tc>
          <w:tcPr>
            <w:tcW w:w="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C2C36" w14:textId="316C6154" w:rsidR="00054CD7" w:rsidRDefault="00054CD7" w:rsidP="00962D9F">
            <w:pPr>
              <w:numPr>
                <w:ilvl w:val="0"/>
                <w:numId w:val="30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Tahoma"/>
                <w:sz w:val="18"/>
                <w:szCs w:val="18"/>
                <w:lang w:eastAsia="cs-CZ"/>
              </w:rPr>
            </w:pPr>
            <w:r>
              <w:rPr>
                <w:rFonts w:asciiTheme="minorHAnsi" w:hAnsiTheme="minorHAnsi" w:cs="Tahoma"/>
                <w:sz w:val="18"/>
                <w:szCs w:val="18"/>
                <w:highlight w:val="green"/>
                <w:lang w:val="en-US" w:eastAsia="cs-CZ"/>
              </w:rPr>
              <w:t>[</w:t>
            </w:r>
            <w:r>
              <w:rPr>
                <w:rFonts w:asciiTheme="minorHAnsi" w:hAnsiTheme="minorHAnsi" w:cs="Tahoma"/>
                <w:i/>
                <w:sz w:val="18"/>
                <w:szCs w:val="18"/>
                <w:highlight w:val="green"/>
                <w:lang w:eastAsia="cs-CZ"/>
              </w:rPr>
              <w:t xml:space="preserve">DOPLNÍ </w:t>
            </w:r>
            <w:r w:rsidR="003D76F0">
              <w:rPr>
                <w:rFonts w:asciiTheme="minorHAnsi" w:hAnsiTheme="minorHAnsi" w:cs="Tahoma"/>
                <w:i/>
                <w:sz w:val="18"/>
                <w:szCs w:val="18"/>
                <w:highlight w:val="green"/>
                <w:lang w:val="en-US" w:eastAsia="cs-CZ"/>
              </w:rPr>
              <w:t>POSKYTOVATEL</w:t>
            </w:r>
            <w:r>
              <w:rPr>
                <w:rFonts w:asciiTheme="minorHAnsi" w:hAnsiTheme="minorHAnsi" w:cs="Tahoma"/>
                <w:sz w:val="18"/>
                <w:szCs w:val="18"/>
                <w:highlight w:val="green"/>
                <w:lang w:val="en-US" w:eastAsia="cs-CZ"/>
              </w:rPr>
              <w:t>]</w:t>
            </w:r>
          </w:p>
        </w:tc>
      </w:tr>
    </w:tbl>
    <w:p w14:paraId="10D7868B" w14:textId="428825F8" w:rsidR="00054CD7" w:rsidRDefault="00054CD7" w:rsidP="00054CD7">
      <w:pPr>
        <w:spacing w:before="120" w:line="240" w:lineRule="auto"/>
        <w:rPr>
          <w:rFonts w:eastAsia="Times New Roman" w:cs="Times New Roman"/>
          <w:highlight w:val="green"/>
          <w:lang w:eastAsia="cs-CZ"/>
        </w:rPr>
      </w:pPr>
      <w:r>
        <w:rPr>
          <w:rFonts w:eastAsia="Times New Roman" w:cs="Times New Roman"/>
          <w:highlight w:val="green"/>
          <w:lang w:eastAsia="cs-CZ"/>
        </w:rPr>
        <w:t xml:space="preserve">[Pokud </w:t>
      </w:r>
      <w:r w:rsidR="003D76F0">
        <w:rPr>
          <w:rFonts w:eastAsia="Times New Roman" w:cs="Times New Roman"/>
          <w:highlight w:val="green"/>
          <w:lang w:eastAsia="cs-CZ"/>
        </w:rPr>
        <w:t>poskytovatel</w:t>
      </w:r>
      <w:r>
        <w:rPr>
          <w:rFonts w:eastAsia="Times New Roman" w:cs="Times New Roman"/>
          <w:highlight w:val="green"/>
          <w:lang w:eastAsia="cs-CZ"/>
        </w:rPr>
        <w:t xml:space="preserve"> provádí předmět </w:t>
      </w:r>
      <w:r w:rsidR="003D76F0">
        <w:rPr>
          <w:rFonts w:eastAsia="Times New Roman" w:cs="Times New Roman"/>
          <w:highlight w:val="green"/>
          <w:lang w:eastAsia="cs-CZ"/>
        </w:rPr>
        <w:t>plnění</w:t>
      </w:r>
      <w:r>
        <w:rPr>
          <w:rFonts w:eastAsia="Times New Roman" w:cs="Times New Roman"/>
          <w:highlight w:val="green"/>
          <w:lang w:eastAsia="cs-CZ"/>
        </w:rPr>
        <w:t xml:space="preserve"> či jeho část prostřednictvím více Poddodavatelů, uvede tabulku tolikrát, kolika Poddodavateli bude předmět </w:t>
      </w:r>
      <w:r w:rsidR="00962D9F">
        <w:rPr>
          <w:rFonts w:eastAsia="Times New Roman" w:cs="Times New Roman"/>
          <w:highlight w:val="green"/>
          <w:lang w:eastAsia="cs-CZ"/>
        </w:rPr>
        <w:t>díla</w:t>
      </w:r>
      <w:r>
        <w:rPr>
          <w:rFonts w:eastAsia="Times New Roman" w:cs="Times New Roman"/>
          <w:highlight w:val="green"/>
          <w:lang w:eastAsia="cs-CZ"/>
        </w:rPr>
        <w:t xml:space="preserve"> provádět. </w:t>
      </w:r>
      <w:r w:rsidR="003D76F0">
        <w:rPr>
          <w:rFonts w:eastAsia="Times New Roman" w:cs="Times New Roman"/>
          <w:highlight w:val="green"/>
          <w:lang w:eastAsia="cs-CZ"/>
        </w:rPr>
        <w:t>Poskytovatel</w:t>
      </w:r>
      <w:r>
        <w:rPr>
          <w:rFonts w:eastAsia="Times New Roman" w:cs="Times New Roman"/>
          <w:highlight w:val="green"/>
          <w:lang w:eastAsia="cs-CZ"/>
        </w:rPr>
        <w:t xml:space="preserve"> musí uvést všechny Poddodavatele, kteří se budou podílet na provádění předmětu </w:t>
      </w:r>
      <w:r w:rsidR="003D76F0">
        <w:rPr>
          <w:rFonts w:eastAsia="Times New Roman" w:cs="Times New Roman"/>
          <w:highlight w:val="green"/>
          <w:lang w:eastAsia="cs-CZ"/>
        </w:rPr>
        <w:t>plnění</w:t>
      </w:r>
      <w:r>
        <w:rPr>
          <w:rFonts w:eastAsia="Times New Roman" w:cs="Times New Roman"/>
          <w:highlight w:val="green"/>
          <w:lang w:eastAsia="cs-CZ"/>
        </w:rPr>
        <w:t>.]</w:t>
      </w:r>
      <w:bookmarkEnd w:id="0"/>
      <w:bookmarkEnd w:id="1"/>
      <w:bookmarkEnd w:id="2"/>
      <w:bookmarkEnd w:id="3"/>
    </w:p>
    <w:p w14:paraId="058AB660" w14:textId="77777777" w:rsidR="002717BD" w:rsidRDefault="002717BD" w:rsidP="00054CD7">
      <w:pPr>
        <w:spacing w:before="120" w:line="240" w:lineRule="auto"/>
        <w:rPr>
          <w:rFonts w:eastAsia="Times New Roman" w:cs="Times New Roman"/>
          <w:highlight w:val="green"/>
          <w:lang w:eastAsia="cs-CZ"/>
        </w:rPr>
      </w:pPr>
    </w:p>
    <w:p w14:paraId="44FF5D9F" w14:textId="231EBBAB" w:rsidR="002717BD" w:rsidRDefault="002717BD" w:rsidP="002717BD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358326DD" w14:textId="77777777" w:rsidR="002717BD" w:rsidRPr="00054CD7" w:rsidRDefault="002717BD" w:rsidP="00054CD7">
      <w:pPr>
        <w:spacing w:before="120" w:line="240" w:lineRule="auto"/>
        <w:rPr>
          <w:rFonts w:eastAsia="Times New Roman" w:cs="Times New Roman"/>
          <w:highlight w:val="green"/>
          <w:lang w:eastAsia="cs-CZ"/>
        </w:rPr>
      </w:pPr>
    </w:p>
    <w:sectPr w:rsidR="002717BD" w:rsidRPr="00054C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F8C43F" w16cex:dateUtc="2020-09-01T10:59:00Z"/>
  <w16cex:commentExtensible w16cex:durableId="22FA0B5D" w16cex:dateUtc="2020-09-02T10:15:00Z"/>
  <w16cex:commentExtensible w16cex:durableId="22FA0B92" w16cex:dateUtc="2020-09-02T10:16:00Z"/>
  <w16cex:commentExtensible w16cex:durableId="22FA0DB5" w16cex:dateUtc="2020-09-02T10:25:00Z"/>
  <w16cex:commentExtensible w16cex:durableId="22FA11E2" w16cex:dateUtc="2020-09-02T10:43:00Z"/>
  <w16cex:commentExtensible w16cex:durableId="22FA120C" w16cex:dateUtc="2020-09-02T10:43:00Z"/>
  <w16cex:commentExtensible w16cex:durableId="22FA182A" w16cex:dateUtc="2020-09-02T10:25:00Z"/>
  <w16cex:commentExtensible w16cex:durableId="22F8C310" w16cex:dateUtc="2020-09-01T10:54:00Z"/>
  <w16cex:commentExtensible w16cex:durableId="22FA14BE" w16cex:dateUtc="2020-09-02T10:55:00Z"/>
  <w16cex:commentExtensible w16cex:durableId="22F8C464" w16cex:dateUtc="2020-09-01T11:00:00Z"/>
  <w16cex:commentExtensible w16cex:durableId="22FA13D4" w16cex:dateUtc="2020-09-02T10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ECFA3A3" w16cid:durableId="22F8C17F"/>
  <w16cid:commentId w16cid:paraId="6AF87997" w16cid:durableId="22F8C43F"/>
  <w16cid:commentId w16cid:paraId="6EC581A6" w16cid:durableId="22F8C180"/>
  <w16cid:commentId w16cid:paraId="121BD096" w16cid:durableId="22FA0B5D"/>
  <w16cid:commentId w16cid:paraId="38BD0F9F" w16cid:durableId="22F8C181"/>
  <w16cid:commentId w16cid:paraId="718344DB" w16cid:durableId="22FA0B92"/>
  <w16cid:commentId w16cid:paraId="3893CDB6" w16cid:durableId="22F8C182"/>
  <w16cid:commentId w16cid:paraId="1C74B3E6" w16cid:durableId="22FA0DB5"/>
  <w16cid:commentId w16cid:paraId="66DB6DAE" w16cid:durableId="22F8C183"/>
  <w16cid:commentId w16cid:paraId="01A5E016" w16cid:durableId="22FA11E2"/>
  <w16cid:commentId w16cid:paraId="0B0B944A" w16cid:durableId="22F8C184"/>
  <w16cid:commentId w16cid:paraId="498D9F6F" w16cid:durableId="22FA120C"/>
  <w16cid:commentId w16cid:paraId="6AB46B09" w16cid:durableId="22FA182B"/>
  <w16cid:commentId w16cid:paraId="267B3926" w16cid:durableId="22FA182A"/>
  <w16cid:commentId w16cid:paraId="564499D2" w16cid:durableId="22F8C185"/>
  <w16cid:commentId w16cid:paraId="6BAB96E4" w16cid:durableId="22F8C310"/>
  <w16cid:commentId w16cid:paraId="181CADF7" w16cid:durableId="22FA14BE"/>
  <w16cid:commentId w16cid:paraId="20CDFD4F" w16cid:durableId="22F8C186"/>
  <w16cid:commentId w16cid:paraId="64B6DA8D" w16cid:durableId="22F8C464"/>
  <w16cid:commentId w16cid:paraId="465A0439" w16cid:durableId="22FA13D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791BE9" w14:textId="77777777" w:rsidR="00B3173A" w:rsidRDefault="00B3173A" w:rsidP="00962258">
      <w:pPr>
        <w:spacing w:after="0" w:line="240" w:lineRule="auto"/>
      </w:pPr>
      <w:r>
        <w:separator/>
      </w:r>
    </w:p>
  </w:endnote>
  <w:endnote w:type="continuationSeparator" w:id="0">
    <w:p w14:paraId="7403DD4B" w14:textId="77777777" w:rsidR="00B3173A" w:rsidRDefault="00B3173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94B458" w14:textId="77777777" w:rsidR="00473A59" w:rsidRDefault="00473A5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279D3C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30F251A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54CD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54CD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70F23FF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AE4C76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5C28520" w14:textId="77777777" w:rsidR="00F1715C" w:rsidRDefault="00F1715C" w:rsidP="00D831A3">
          <w:pPr>
            <w:pStyle w:val="Zpat"/>
          </w:pPr>
        </w:p>
      </w:tc>
    </w:tr>
  </w:tbl>
  <w:p w14:paraId="76BE20C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7D9D0F4" wp14:editId="0A31F21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BC94D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92120D7" wp14:editId="46F5B2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308A1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F8B117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D3CB0B3" w14:textId="1D63083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677E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677E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53893C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BC4A435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1DC3DD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93CA6D0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36D84744" w14:textId="5B233517" w:rsidR="00F1715C" w:rsidRDefault="00C0714E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2232BD0B" w14:textId="77777777" w:rsidR="00F1715C" w:rsidRDefault="00F1715C" w:rsidP="00460660">
          <w:pPr>
            <w:pStyle w:val="Zpat"/>
          </w:pPr>
        </w:p>
      </w:tc>
    </w:tr>
  </w:tbl>
  <w:p w14:paraId="652993C3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F6FE75B" wp14:editId="130B5CF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9541C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5FA071C" wp14:editId="53EF8A6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FA6BD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7168D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1DE5A1" w14:textId="77777777" w:rsidR="00B3173A" w:rsidRDefault="00B3173A" w:rsidP="00962258">
      <w:pPr>
        <w:spacing w:after="0" w:line="240" w:lineRule="auto"/>
      </w:pPr>
      <w:r>
        <w:separator/>
      </w:r>
    </w:p>
  </w:footnote>
  <w:footnote w:type="continuationSeparator" w:id="0">
    <w:p w14:paraId="02D516B6" w14:textId="77777777" w:rsidR="00B3173A" w:rsidRDefault="00B3173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E338C9" w14:textId="77777777" w:rsidR="00473A59" w:rsidRDefault="00473A5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B402ED" w14:textId="3806D43B" w:rsidR="00F1715C" w:rsidRPr="00D6163D" w:rsidRDefault="00F1715C" w:rsidP="000A1160">
    <w:pPr>
      <w:pStyle w:val="Zhlav"/>
      <w:jc w:val="center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C274CA7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C2BF631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D90A2D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0C33725" w14:textId="77777777" w:rsidR="00F1715C" w:rsidRPr="00D6163D" w:rsidRDefault="00F1715C" w:rsidP="00FC6389">
          <w:pPr>
            <w:pStyle w:val="Druhdokumentu"/>
          </w:pPr>
        </w:p>
      </w:tc>
    </w:tr>
    <w:tr w:rsidR="009F392E" w14:paraId="189A76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AB45DB7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7BEE0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16847E3" w14:textId="77777777" w:rsidR="009F392E" w:rsidRPr="00D6163D" w:rsidRDefault="009F392E" w:rsidP="00FC6389">
          <w:pPr>
            <w:pStyle w:val="Druhdokumentu"/>
          </w:pPr>
        </w:p>
      </w:tc>
    </w:tr>
  </w:tbl>
  <w:p w14:paraId="78CC7E2C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AD5214B" wp14:editId="3D6B10CA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811524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15BB"/>
    <w:multiLevelType w:val="hybridMultilevel"/>
    <w:tmpl w:val="38465D68"/>
    <w:lvl w:ilvl="0" w:tplc="F52A064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color w:val="auto"/>
        <w:sz w:val="17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F2BEC"/>
    <w:multiLevelType w:val="hybridMultilevel"/>
    <w:tmpl w:val="510EFF94"/>
    <w:lvl w:ilvl="0" w:tplc="9260CF00">
      <w:start w:val="4"/>
      <w:numFmt w:val="bullet"/>
      <w:lvlText w:val="-"/>
      <w:lvlJc w:val="left"/>
      <w:pPr>
        <w:ind w:left="1571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266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3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03" w:hanging="360"/>
      </w:pPr>
      <w:rPr>
        <w:rFonts w:ascii="Wingdings" w:hAnsi="Wingdings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84F6E4D"/>
    <w:multiLevelType w:val="hybridMultilevel"/>
    <w:tmpl w:val="9188AB92"/>
    <w:lvl w:ilvl="0" w:tplc="9260CF00">
      <w:start w:val="4"/>
      <w:numFmt w:val="bullet"/>
      <w:lvlText w:val="-"/>
      <w:lvlJc w:val="left"/>
      <w:pPr>
        <w:ind w:left="1571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8D04273"/>
    <w:multiLevelType w:val="multilevel"/>
    <w:tmpl w:val="CC64CF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17D50468"/>
    <w:multiLevelType w:val="hybridMultilevel"/>
    <w:tmpl w:val="75B8A4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0A36E6"/>
    <w:multiLevelType w:val="hybridMultilevel"/>
    <w:tmpl w:val="8C28625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9" w15:restartNumberingAfterBreak="0">
    <w:nsid w:val="1A9907CD"/>
    <w:multiLevelType w:val="hybridMultilevel"/>
    <w:tmpl w:val="E056E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EF15FC"/>
    <w:multiLevelType w:val="hybridMultilevel"/>
    <w:tmpl w:val="184C9F54"/>
    <w:lvl w:ilvl="0" w:tplc="526C8032">
      <w:start w:val="1"/>
      <w:numFmt w:val="bullet"/>
      <w:lvlText w:val="‒"/>
      <w:lvlJc w:val="left"/>
      <w:pPr>
        <w:ind w:left="1353" w:hanging="360"/>
      </w:pPr>
      <w:rPr>
        <w:rFonts w:ascii="Verdana" w:hAnsi="Verdana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01049DC"/>
    <w:multiLevelType w:val="hybridMultilevel"/>
    <w:tmpl w:val="96DAC1F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7C90D0E"/>
    <w:multiLevelType w:val="hybridMultilevel"/>
    <w:tmpl w:val="01D479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D9675C"/>
    <w:multiLevelType w:val="multilevel"/>
    <w:tmpl w:val="00F8889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ACC7EAF"/>
    <w:multiLevelType w:val="multilevel"/>
    <w:tmpl w:val="7BAE45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2BF76403"/>
    <w:multiLevelType w:val="multilevel"/>
    <w:tmpl w:val="0D34D660"/>
    <w:numStyleLink w:val="ListBulletmultilevel"/>
  </w:abstractNum>
  <w:abstractNum w:abstractNumId="16" w15:restartNumberingAfterBreak="0">
    <w:nsid w:val="2C8E7BE9"/>
    <w:multiLevelType w:val="hybridMultilevel"/>
    <w:tmpl w:val="FD9CF644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2FAB6A7E"/>
    <w:multiLevelType w:val="hybridMultilevel"/>
    <w:tmpl w:val="ED30EC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37778D"/>
    <w:multiLevelType w:val="hybridMultilevel"/>
    <w:tmpl w:val="C14AE7B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54361D"/>
    <w:multiLevelType w:val="hybridMultilevel"/>
    <w:tmpl w:val="6B90EC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E10DDD"/>
    <w:multiLevelType w:val="hybridMultilevel"/>
    <w:tmpl w:val="0ADAC7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6D72BB"/>
    <w:multiLevelType w:val="hybridMultilevel"/>
    <w:tmpl w:val="878C8E18"/>
    <w:lvl w:ilvl="0" w:tplc="F52A0640">
      <w:numFmt w:val="bullet"/>
      <w:lvlText w:val="-"/>
      <w:lvlJc w:val="left"/>
      <w:pPr>
        <w:ind w:left="1344" w:hanging="360"/>
      </w:pPr>
      <w:rPr>
        <w:rFonts w:ascii="Verdana" w:eastAsiaTheme="minorHAnsi" w:hAnsi="Verdana" w:cstheme="minorBidi" w:hint="default"/>
        <w:color w:val="auto"/>
        <w:sz w:val="17"/>
      </w:rPr>
    </w:lvl>
    <w:lvl w:ilvl="1" w:tplc="04050003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22" w15:restartNumberingAfterBreak="0">
    <w:nsid w:val="420F6CE5"/>
    <w:multiLevelType w:val="multilevel"/>
    <w:tmpl w:val="7BAE45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513E74FC"/>
    <w:multiLevelType w:val="multilevel"/>
    <w:tmpl w:val="BEE87F2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5DA70EDB"/>
    <w:multiLevelType w:val="hybridMultilevel"/>
    <w:tmpl w:val="C0203178"/>
    <w:lvl w:ilvl="0" w:tplc="F22E57EE">
      <w:start w:val="555"/>
      <w:numFmt w:val="bullet"/>
      <w:lvlText w:val=""/>
      <w:lvlJc w:val="left"/>
      <w:pPr>
        <w:ind w:left="1406" w:hanging="555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5" w15:restartNumberingAfterBreak="0">
    <w:nsid w:val="60E460CC"/>
    <w:multiLevelType w:val="hybridMultilevel"/>
    <w:tmpl w:val="198C74BA"/>
    <w:lvl w:ilvl="0" w:tplc="C91CC70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66726D3E"/>
    <w:multiLevelType w:val="multilevel"/>
    <w:tmpl w:val="50F0981E"/>
    <w:lvl w:ilvl="0">
      <w:start w:val="1"/>
      <w:numFmt w:val="bullet"/>
      <w:lvlText w:val="‒"/>
      <w:lvlJc w:val="left"/>
      <w:pPr>
        <w:ind w:left="720" w:hanging="360"/>
      </w:pPr>
      <w:rPr>
        <w:rFonts w:ascii="Verdana" w:hAnsi="Verdana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74070991"/>
    <w:multiLevelType w:val="multilevel"/>
    <w:tmpl w:val="CABE99FC"/>
    <w:numStyleLink w:val="ListNumbermultilevel"/>
  </w:abstractNum>
  <w:abstractNum w:abstractNumId="28" w15:restartNumberingAfterBreak="0">
    <w:nsid w:val="7D0D2C8F"/>
    <w:multiLevelType w:val="hybridMultilevel"/>
    <w:tmpl w:val="4CEE99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3E19E3"/>
    <w:multiLevelType w:val="hybridMultilevel"/>
    <w:tmpl w:val="9B0E01C6"/>
    <w:lvl w:ilvl="0" w:tplc="526C8032">
      <w:start w:val="1"/>
      <w:numFmt w:val="bullet"/>
      <w:lvlText w:val="‒"/>
      <w:lvlJc w:val="left"/>
      <w:pPr>
        <w:ind w:left="1287" w:hanging="360"/>
      </w:pPr>
      <w:rPr>
        <w:rFonts w:ascii="Verdana" w:hAnsi="Verdana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5"/>
  </w:num>
  <w:num w:numId="4">
    <w:abstractNumId w:val="27"/>
  </w:num>
  <w:num w:numId="5">
    <w:abstractNumId w:val="11"/>
  </w:num>
  <w:num w:numId="6">
    <w:abstractNumId w:val="24"/>
  </w:num>
  <w:num w:numId="7">
    <w:abstractNumId w:val="7"/>
  </w:num>
  <w:num w:numId="8">
    <w:abstractNumId w:val="28"/>
  </w:num>
  <w:num w:numId="9">
    <w:abstractNumId w:val="12"/>
  </w:num>
  <w:num w:numId="10">
    <w:abstractNumId w:val="20"/>
  </w:num>
  <w:num w:numId="11">
    <w:abstractNumId w:val="9"/>
  </w:num>
  <w:num w:numId="12">
    <w:abstractNumId w:val="6"/>
  </w:num>
  <w:num w:numId="13">
    <w:abstractNumId w:val="19"/>
  </w:num>
  <w:num w:numId="14">
    <w:abstractNumId w:val="2"/>
  </w:num>
  <w:num w:numId="15">
    <w:abstractNumId w:val="16"/>
  </w:num>
  <w:num w:numId="16">
    <w:abstractNumId w:val="4"/>
  </w:num>
  <w:num w:numId="17">
    <w:abstractNumId w:val="18"/>
  </w:num>
  <w:num w:numId="18">
    <w:abstractNumId w:val="0"/>
  </w:num>
  <w:num w:numId="19">
    <w:abstractNumId w:val="17"/>
  </w:num>
  <w:num w:numId="20">
    <w:abstractNumId w:val="21"/>
  </w:num>
  <w:num w:numId="21">
    <w:abstractNumId w:val="23"/>
  </w:num>
  <w:num w:numId="22">
    <w:abstractNumId w:val="13"/>
  </w:num>
  <w:num w:numId="23">
    <w:abstractNumId w:val="5"/>
  </w:num>
  <w:num w:numId="24">
    <w:abstractNumId w:val="14"/>
  </w:num>
  <w:num w:numId="25">
    <w:abstractNumId w:val="22"/>
  </w:num>
  <w:num w:numId="26">
    <w:abstractNumId w:val="26"/>
  </w:num>
  <w:num w:numId="27">
    <w:abstractNumId w:val="29"/>
  </w:num>
  <w:num w:numId="28">
    <w:abstractNumId w:val="25"/>
  </w:num>
  <w:num w:numId="29">
    <w:abstractNumId w:val="10"/>
  </w:num>
  <w:num w:numId="30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D48"/>
    <w:rsid w:val="00003DCA"/>
    <w:rsid w:val="00054CD7"/>
    <w:rsid w:val="00072C1E"/>
    <w:rsid w:val="00087D48"/>
    <w:rsid w:val="00095323"/>
    <w:rsid w:val="000A1160"/>
    <w:rsid w:val="000C0B07"/>
    <w:rsid w:val="000E23A7"/>
    <w:rsid w:val="000F5BEC"/>
    <w:rsid w:val="0010693F"/>
    <w:rsid w:val="00114472"/>
    <w:rsid w:val="00134C3F"/>
    <w:rsid w:val="001364FA"/>
    <w:rsid w:val="001550BC"/>
    <w:rsid w:val="001605B9"/>
    <w:rsid w:val="00163129"/>
    <w:rsid w:val="00170EC5"/>
    <w:rsid w:val="001747C1"/>
    <w:rsid w:val="00184743"/>
    <w:rsid w:val="001D6F51"/>
    <w:rsid w:val="00207DF5"/>
    <w:rsid w:val="00220B7B"/>
    <w:rsid w:val="00222811"/>
    <w:rsid w:val="00237F27"/>
    <w:rsid w:val="002533A5"/>
    <w:rsid w:val="0026428A"/>
    <w:rsid w:val="002717BD"/>
    <w:rsid w:val="00274C5B"/>
    <w:rsid w:val="00276C0D"/>
    <w:rsid w:val="00280E07"/>
    <w:rsid w:val="002A2C36"/>
    <w:rsid w:val="002A311D"/>
    <w:rsid w:val="002C169C"/>
    <w:rsid w:val="002C31BF"/>
    <w:rsid w:val="002D08B1"/>
    <w:rsid w:val="002E0CD7"/>
    <w:rsid w:val="0033688A"/>
    <w:rsid w:val="00341DCF"/>
    <w:rsid w:val="00342784"/>
    <w:rsid w:val="00357BC6"/>
    <w:rsid w:val="003805FD"/>
    <w:rsid w:val="00394EA5"/>
    <w:rsid w:val="003956C6"/>
    <w:rsid w:val="003A2D4B"/>
    <w:rsid w:val="003D0409"/>
    <w:rsid w:val="003D70D4"/>
    <w:rsid w:val="003D76F0"/>
    <w:rsid w:val="00441430"/>
    <w:rsid w:val="00450F07"/>
    <w:rsid w:val="00453CD3"/>
    <w:rsid w:val="00460660"/>
    <w:rsid w:val="00465FF9"/>
    <w:rsid w:val="00473A59"/>
    <w:rsid w:val="00474DD8"/>
    <w:rsid w:val="00477B63"/>
    <w:rsid w:val="00486107"/>
    <w:rsid w:val="00491827"/>
    <w:rsid w:val="004B348C"/>
    <w:rsid w:val="004B45C7"/>
    <w:rsid w:val="004C4399"/>
    <w:rsid w:val="004C5AF4"/>
    <w:rsid w:val="004C787C"/>
    <w:rsid w:val="004D2F42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5F79D9"/>
    <w:rsid w:val="0061068E"/>
    <w:rsid w:val="006167F6"/>
    <w:rsid w:val="00660AD3"/>
    <w:rsid w:val="00677B7F"/>
    <w:rsid w:val="00697AA3"/>
    <w:rsid w:val="006A5570"/>
    <w:rsid w:val="006A689C"/>
    <w:rsid w:val="006B3D79"/>
    <w:rsid w:val="006D7AFE"/>
    <w:rsid w:val="006E0578"/>
    <w:rsid w:val="006E314D"/>
    <w:rsid w:val="006E765C"/>
    <w:rsid w:val="006F5AF9"/>
    <w:rsid w:val="00710723"/>
    <w:rsid w:val="00723ED1"/>
    <w:rsid w:val="00737F1B"/>
    <w:rsid w:val="00743525"/>
    <w:rsid w:val="0076286B"/>
    <w:rsid w:val="00766846"/>
    <w:rsid w:val="0077673A"/>
    <w:rsid w:val="007842F1"/>
    <w:rsid w:val="007846E1"/>
    <w:rsid w:val="007962D7"/>
    <w:rsid w:val="007A3CDA"/>
    <w:rsid w:val="007A5559"/>
    <w:rsid w:val="007B570C"/>
    <w:rsid w:val="007C589B"/>
    <w:rsid w:val="007D18D1"/>
    <w:rsid w:val="007E25D5"/>
    <w:rsid w:val="007E3B76"/>
    <w:rsid w:val="007E4A6E"/>
    <w:rsid w:val="007F56A7"/>
    <w:rsid w:val="008058A4"/>
    <w:rsid w:val="00807DD0"/>
    <w:rsid w:val="008270C9"/>
    <w:rsid w:val="008434C3"/>
    <w:rsid w:val="008659F3"/>
    <w:rsid w:val="00867336"/>
    <w:rsid w:val="008821BD"/>
    <w:rsid w:val="008854ED"/>
    <w:rsid w:val="00886D4B"/>
    <w:rsid w:val="00895406"/>
    <w:rsid w:val="008A3568"/>
    <w:rsid w:val="008C57A9"/>
    <w:rsid w:val="008D03B9"/>
    <w:rsid w:val="008F18D6"/>
    <w:rsid w:val="008F44B5"/>
    <w:rsid w:val="009037F2"/>
    <w:rsid w:val="00904780"/>
    <w:rsid w:val="00922385"/>
    <w:rsid w:val="009223DF"/>
    <w:rsid w:val="00923DE9"/>
    <w:rsid w:val="00936091"/>
    <w:rsid w:val="00940D8A"/>
    <w:rsid w:val="0094391A"/>
    <w:rsid w:val="00962258"/>
    <w:rsid w:val="00962D9F"/>
    <w:rsid w:val="009678B7"/>
    <w:rsid w:val="009833E1"/>
    <w:rsid w:val="00992D9C"/>
    <w:rsid w:val="00996CB8"/>
    <w:rsid w:val="009A1FBE"/>
    <w:rsid w:val="009B14A9"/>
    <w:rsid w:val="009B2E97"/>
    <w:rsid w:val="009E07F4"/>
    <w:rsid w:val="009F392E"/>
    <w:rsid w:val="00A6177B"/>
    <w:rsid w:val="00A66136"/>
    <w:rsid w:val="00A677E1"/>
    <w:rsid w:val="00A7233D"/>
    <w:rsid w:val="00A91F03"/>
    <w:rsid w:val="00AA4CBB"/>
    <w:rsid w:val="00AA65FA"/>
    <w:rsid w:val="00AA7351"/>
    <w:rsid w:val="00AD056F"/>
    <w:rsid w:val="00AD6731"/>
    <w:rsid w:val="00B15D0D"/>
    <w:rsid w:val="00B3173A"/>
    <w:rsid w:val="00B75EE1"/>
    <w:rsid w:val="00B77481"/>
    <w:rsid w:val="00B8518B"/>
    <w:rsid w:val="00BD7E91"/>
    <w:rsid w:val="00C02D0A"/>
    <w:rsid w:val="00C03A6E"/>
    <w:rsid w:val="00C0714E"/>
    <w:rsid w:val="00C44F6A"/>
    <w:rsid w:val="00C47AE3"/>
    <w:rsid w:val="00CD1FC4"/>
    <w:rsid w:val="00CE02C8"/>
    <w:rsid w:val="00D21061"/>
    <w:rsid w:val="00D4108E"/>
    <w:rsid w:val="00D6163D"/>
    <w:rsid w:val="00D715D1"/>
    <w:rsid w:val="00D73D46"/>
    <w:rsid w:val="00D831A3"/>
    <w:rsid w:val="00DA1963"/>
    <w:rsid w:val="00DB2954"/>
    <w:rsid w:val="00DC75F3"/>
    <w:rsid w:val="00DD46F3"/>
    <w:rsid w:val="00DE56F2"/>
    <w:rsid w:val="00DF116D"/>
    <w:rsid w:val="00E25FF5"/>
    <w:rsid w:val="00E33E15"/>
    <w:rsid w:val="00E36C4A"/>
    <w:rsid w:val="00E4267C"/>
    <w:rsid w:val="00E62D3E"/>
    <w:rsid w:val="00EB104F"/>
    <w:rsid w:val="00ED14BD"/>
    <w:rsid w:val="00F0533E"/>
    <w:rsid w:val="00F1048D"/>
    <w:rsid w:val="00F12DEC"/>
    <w:rsid w:val="00F1715C"/>
    <w:rsid w:val="00F21417"/>
    <w:rsid w:val="00F21C94"/>
    <w:rsid w:val="00F310F8"/>
    <w:rsid w:val="00F35939"/>
    <w:rsid w:val="00F4455C"/>
    <w:rsid w:val="00F45607"/>
    <w:rsid w:val="00F5509B"/>
    <w:rsid w:val="00F5558F"/>
    <w:rsid w:val="00F659EB"/>
    <w:rsid w:val="00F86BA6"/>
    <w:rsid w:val="00FC6389"/>
    <w:rsid w:val="00FE4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B76D798"/>
  <w14:defaultImageDpi w14:val="32767"/>
  <w15:docId w15:val="{A8F76C50-68C0-4284-BA76-75F99226F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533A5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087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A91F0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91F0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91F0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91F0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91F03"/>
    <w:rPr>
      <w:b/>
      <w:bCs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D715D1"/>
  </w:style>
  <w:style w:type="paragraph" w:customStyle="1" w:styleId="Odrazkapro1a11">
    <w:name w:val="Odrazka pro 1 a 1.1"/>
    <w:basedOn w:val="Normln"/>
    <w:qFormat/>
    <w:rsid w:val="00054CD7"/>
    <w:pPr>
      <w:numPr>
        <w:numId w:val="30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uiPriority w:val="63"/>
    <w:rsid w:val="00054C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microsoft.com/office/2016/09/relationships/commentsIds" Target="commentsId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8A6E6F-3B84-43F6-9E43-8BAD5F9447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4A2BAA0-B8A5-4E0B-BA29-85E6783DD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</TotalTime>
  <Pages>1</Pages>
  <Words>108</Words>
  <Characters>643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Škába Ladislav, Bc., DiS.</cp:lastModifiedBy>
  <cp:revision>6</cp:revision>
  <cp:lastPrinted>2017-11-28T17:18:00Z</cp:lastPrinted>
  <dcterms:created xsi:type="dcterms:W3CDTF">2021-04-20T09:43:00Z</dcterms:created>
  <dcterms:modified xsi:type="dcterms:W3CDTF">2021-08-04T14:57:00Z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